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872" w:rsidRDefault="0077687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0" w:name="_GoBack"/>
      <w:bookmarkEnd w:id="0"/>
    </w:p>
    <w:p w:rsidR="00776872" w:rsidRDefault="0077687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776872" w:rsidRDefault="00776872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776872" w:rsidRDefault="008A2053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1" w:name="_Toc493865557"/>
      <w:bookmarkStart w:id="2" w:name="_Toc494139708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776872" w:rsidRDefault="008A2053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</w:t>
      </w:r>
      <w:r w:rsidR="00CF212D">
        <w:rPr>
          <w:rFonts w:ascii="华文中宋" w:eastAsia="华文中宋" w:hAnsi="华文中宋" w:hint="eastAsia"/>
          <w:b/>
          <w:sz w:val="48"/>
          <w:szCs w:val="48"/>
        </w:rPr>
        <w:t xml:space="preserve"> </w:t>
      </w:r>
      <w:r>
        <w:rPr>
          <w:rFonts w:ascii="华文中宋" w:eastAsia="华文中宋" w:hAnsi="华文中宋" w:hint="eastAsia"/>
          <w:b/>
          <w:sz w:val="48"/>
          <w:szCs w:val="48"/>
        </w:rPr>
        <w:t>请</w:t>
      </w:r>
      <w:r w:rsidR="00CF212D">
        <w:rPr>
          <w:rFonts w:ascii="华文中宋" w:eastAsia="华文中宋" w:hAnsi="华文中宋" w:hint="eastAsia"/>
          <w:b/>
          <w:sz w:val="48"/>
          <w:szCs w:val="48"/>
        </w:rPr>
        <w:t xml:space="preserve"> </w:t>
      </w:r>
      <w:r>
        <w:rPr>
          <w:rFonts w:ascii="华文中宋" w:eastAsia="华文中宋" w:hAnsi="华文中宋" w:hint="eastAsia"/>
          <w:b/>
          <w:sz w:val="48"/>
          <w:szCs w:val="48"/>
        </w:rPr>
        <w:t>书</w:t>
      </w:r>
      <w:bookmarkEnd w:id="1"/>
      <w:bookmarkEnd w:id="2"/>
    </w:p>
    <w:p w:rsidR="00776872" w:rsidRDefault="00776872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776872" w:rsidRDefault="0077687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776872" w:rsidRDefault="00776872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CF212D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新一代信息技术创新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</w:t>
      </w: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</w:t>
      </w:r>
      <w:r w:rsidR="00CF212D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责</w:t>
      </w:r>
      <w:r w:rsidR="00CF212D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 xml:space="preserve">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人：</w:t>
      </w:r>
    </w:p>
    <w:p w:rsidR="00776872" w:rsidRDefault="008A2053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776872" w:rsidRDefault="008A2053" w:rsidP="00CF212D">
      <w:pPr>
        <w:autoSpaceDE w:val="0"/>
        <w:spacing w:line="360" w:lineRule="auto"/>
        <w:rPr>
          <w:rFonts w:ascii="宋体" w:hAnsi="宋体" w:cs="微软雅黑" w:hint="eastAsia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CF212D" w:rsidRDefault="00CF212D" w:rsidP="00CF212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项目类型：重点项目</w:t>
      </w:r>
      <w:r w:rsidRPr="00A5472F">
        <w:rPr>
          <w:rFonts w:ascii="宋体" w:hAnsi="宋体" w:hint="eastAsia"/>
          <w:b/>
          <w:color w:val="000000"/>
          <w:sz w:val="30"/>
          <w:szCs w:val="30"/>
        </w:rPr>
        <w:t xml:space="preserve">□   </w:t>
      </w:r>
      <w:r>
        <w:rPr>
          <w:rFonts w:ascii="宋体" w:hAnsi="宋体" w:hint="eastAsia"/>
          <w:b/>
          <w:color w:val="000000"/>
          <w:sz w:val="30"/>
          <w:szCs w:val="30"/>
        </w:rPr>
        <w:t xml:space="preserve">      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一般项目</w:t>
      </w:r>
      <w:r w:rsidRPr="00A5472F">
        <w:rPr>
          <w:rFonts w:ascii="宋体" w:hAnsi="宋体" w:hint="eastAsia"/>
          <w:b/>
          <w:color w:val="000000"/>
          <w:sz w:val="30"/>
          <w:szCs w:val="30"/>
        </w:rPr>
        <w:t>□</w:t>
      </w:r>
    </w:p>
    <w:p w:rsidR="00776872" w:rsidRDefault="008A2053" w:rsidP="00CF212D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776872" w:rsidRDefault="00776872" w:rsidP="00CF212D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776872" w:rsidRDefault="00776872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776872" w:rsidRDefault="00776872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776872" w:rsidRDefault="00776872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776872" w:rsidRDefault="008A2053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776872" w:rsidRDefault="008A2053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2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776872" w:rsidRDefault="008A2053" w:rsidP="00713058">
      <w:pPr>
        <w:autoSpaceDE w:val="0"/>
        <w:spacing w:afterLines="5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80"/>
        <w:gridCol w:w="1701"/>
        <w:gridCol w:w="2552"/>
        <w:gridCol w:w="1417"/>
        <w:gridCol w:w="2439"/>
      </w:tblGrid>
      <w:tr w:rsidR="00776872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申请指南编号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 w:rsidP="00CF212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 w:rsidR="00CF212D"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 w:rsidR="00CF212D"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日</w:t>
            </w:r>
            <w:r w:rsidR="00CF212D"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 w:rsidR="00CF212D"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年</w:t>
            </w:r>
            <w:r w:rsidR="00CF212D"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 w:rsidR="00CF212D"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 w:rsidP="00CF212D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万元</w:t>
            </w:r>
          </w:p>
        </w:tc>
      </w:tr>
      <w:tr w:rsidR="00776872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776872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 w:rsidR="00CF212D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776872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72" w:rsidRDefault="008A2053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776872" w:rsidRDefault="00776872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776872" w:rsidRDefault="00776872" w:rsidP="00713058">
      <w:pPr>
        <w:pStyle w:val="21"/>
        <w:keepNext w:val="0"/>
        <w:keepLines w:val="0"/>
        <w:spacing w:before="0" w:afterLines="50"/>
        <w:ind w:left="0"/>
        <w:jc w:val="both"/>
        <w:rPr>
          <w:rFonts w:ascii="宋体" w:eastAsia="宋体" w:hAnsi="宋体"/>
          <w:b/>
          <w:sz w:val="18"/>
          <w:szCs w:val="18"/>
        </w:rPr>
        <w:sectPr w:rsidR="00776872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776872" w:rsidRDefault="008A2053">
      <w:pPr>
        <w:pStyle w:val="21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10"/>
        <w:gridCol w:w="1358"/>
        <w:gridCol w:w="1504"/>
        <w:gridCol w:w="1898"/>
        <w:gridCol w:w="2535"/>
        <w:gridCol w:w="5642"/>
        <w:gridCol w:w="1045"/>
      </w:tblGrid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  <w:r w:rsidR="00CF212D">
              <w:rPr>
                <w:rFonts w:ascii="宋体" w:hAnsi="宋体" w:hint="eastAsia"/>
                <w:b/>
                <w:szCs w:val="21"/>
              </w:rPr>
              <w:t>/学位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CF212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所在</w:t>
            </w:r>
            <w:r w:rsidR="008A2053">
              <w:rPr>
                <w:rFonts w:ascii="宋体" w:hAnsi="宋体"/>
                <w:b/>
                <w:szCs w:val="21"/>
              </w:rPr>
              <w:t>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签字</w:t>
            </w: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76872" w:rsidTr="00CF212D">
        <w:trPr>
          <w:trHeight w:val="9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8A205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72" w:rsidRDefault="007768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776872" w:rsidRDefault="00776872"/>
    <w:p w:rsidR="00776872" w:rsidRDefault="00776872" w:rsidP="00713058">
      <w:pPr>
        <w:pStyle w:val="21"/>
        <w:spacing w:before="0" w:afterLines="50"/>
        <w:ind w:left="0"/>
        <w:sectPr w:rsidR="00776872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8A2053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776872" w:rsidRDefault="0077687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776872" w:rsidRDefault="0077687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776872" w:rsidRDefault="00776872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776872" w:rsidRDefault="008A2053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776872" w:rsidRDefault="008A2053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spacing w:line="480" w:lineRule="exact"/>
        <w:rPr>
          <w:rFonts w:ascii="宋体" w:hAnsi="宋体"/>
          <w:sz w:val="24"/>
        </w:rPr>
      </w:pPr>
    </w:p>
    <w:p w:rsidR="00776872" w:rsidRDefault="00776872">
      <w:pPr>
        <w:rPr>
          <w:rFonts w:ascii="宋体" w:hAnsi="宋体" w:cs="宋体"/>
          <w:b/>
          <w:color w:val="000000"/>
          <w:sz w:val="28"/>
          <w:szCs w:val="28"/>
        </w:rPr>
        <w:sectPr w:rsidR="00776872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776872" w:rsidRDefault="00CF212D" w:rsidP="00713058">
      <w:pPr>
        <w:spacing w:beforeLines="50" w:afterLines="50" w:line="400" w:lineRule="exact"/>
        <w:rPr>
          <w:rFonts w:ascii="宋体" w:hAnsi="宋体"/>
          <w:b/>
          <w:sz w:val="28"/>
          <w:szCs w:val="28"/>
        </w:rPr>
      </w:pPr>
      <w:bookmarkStart w:id="6" w:name="_Toc494139718"/>
      <w:r w:rsidRPr="00CF212D">
        <w:rPr>
          <w:rFonts w:ascii="宋体" w:hAnsi="宋体" w:hint="eastAsia"/>
          <w:b/>
          <w:sz w:val="28"/>
          <w:szCs w:val="28"/>
        </w:rPr>
        <w:lastRenderedPageBreak/>
        <w:t>八</w:t>
      </w:r>
      <w:r w:rsidR="008A2053"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a"/>
        <w:tblW w:w="8500" w:type="dxa"/>
        <w:tblLayout w:type="fixed"/>
        <w:tblLook w:val="04A0"/>
      </w:tblPr>
      <w:tblGrid>
        <w:gridCol w:w="8500"/>
      </w:tblGrid>
      <w:tr w:rsidR="00776872">
        <w:trPr>
          <w:trHeight w:val="5527"/>
        </w:trPr>
        <w:tc>
          <w:tcPr>
            <w:tcW w:w="8500" w:type="dxa"/>
          </w:tcPr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8A2053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776872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776872" w:rsidRDefault="008A2053" w:rsidP="00713058">
            <w:pPr>
              <w:widowControl/>
              <w:spacing w:line="520" w:lineRule="exact"/>
              <w:ind w:firstLineChars="1367" w:firstLine="3281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776872" w:rsidRDefault="00B217E5" w:rsidP="00B217E5">
            <w:pPr>
              <w:widowControl/>
              <w:spacing w:line="520" w:lineRule="exact"/>
              <w:ind w:firstLineChars="2000" w:firstLine="48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年  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776872" w:rsidRDefault="00776872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776872" w:rsidRDefault="00776872">
      <w:pPr>
        <w:spacing w:line="360" w:lineRule="auto"/>
        <w:rPr>
          <w:rFonts w:ascii="宋体" w:hAnsi="宋体"/>
          <w:sz w:val="24"/>
        </w:rPr>
      </w:pPr>
    </w:p>
    <w:p w:rsidR="00776872" w:rsidRDefault="00CF212D" w:rsidP="00713058">
      <w:pPr>
        <w:spacing w:afterLines="50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九</w:t>
      </w:r>
      <w:r w:rsidR="008A2053">
        <w:rPr>
          <w:rFonts w:ascii="宋体" w:hAnsi="宋体" w:hint="eastAsia"/>
          <w:b/>
          <w:sz w:val="28"/>
          <w:szCs w:val="28"/>
        </w:rPr>
        <w:t>、申请单位推荐意见</w:t>
      </w:r>
      <w:bookmarkEnd w:id="6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0"/>
      </w:tblGrid>
      <w:tr w:rsidR="00776872">
        <w:trPr>
          <w:trHeight w:val="5972"/>
        </w:trPr>
        <w:tc>
          <w:tcPr>
            <w:tcW w:w="8500" w:type="dxa"/>
          </w:tcPr>
          <w:p w:rsidR="00776872" w:rsidRDefault="008A2053" w:rsidP="00713058">
            <w:pPr>
              <w:spacing w:beforeLines="100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776872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776872" w:rsidRDefault="008A2053" w:rsidP="00CF212D">
            <w:pPr>
              <w:spacing w:line="520" w:lineRule="exact"/>
              <w:ind w:firstLineChars="1200" w:firstLine="28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学校公章：</w:t>
            </w:r>
          </w:p>
          <w:p w:rsidR="00776872" w:rsidRDefault="008A2053" w:rsidP="00B217E5">
            <w:pPr>
              <w:spacing w:line="520" w:lineRule="exact"/>
              <w:ind w:right="958" w:firstLineChars="2000" w:firstLine="480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 w:rsidR="00CF212D"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 w:rsidR="00CF212D"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776872" w:rsidRDefault="00776872"/>
    <w:sectPr w:rsidR="00776872" w:rsidSect="00DE5BC7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271" w:rsidRDefault="003C0271">
      <w:r>
        <w:separator/>
      </w:r>
    </w:p>
  </w:endnote>
  <w:endnote w:type="continuationSeparator" w:id="1">
    <w:p w:rsidR="003C0271" w:rsidRDefault="003C0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72" w:rsidRDefault="00DE5BC7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0;margin-top:0;width:9.05pt;height:12.8pt;z-index:251660288;mso-wrap-style:none;mso-position-horizontal:center;mso-position-horizontal-relative:margin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 filled="f" stroked="f">
          <v:textbox style="mso-fit-shape-to-text:t" inset="0,0,0,0">
            <w:txbxContent>
              <w:p w:rsidR="00DE5BC7" w:rsidRDefault="00DE5BC7"/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72" w:rsidRDefault="00DE5BC7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0;margin-top:0;width:4.6pt;height:11pt;z-index:251659264;mso-wrap-style:none;mso-position-horizontal:center;mso-position-horizontal-relative:margin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 filled="f" stroked="f">
          <v:textbox style="mso-fit-shape-to-text:t" inset="0,0,0,0">
            <w:txbxContent>
              <w:p w:rsidR="00DE5BC7" w:rsidRDefault="00DE5BC7">
                <w:pPr>
                  <w:snapToGrid w:val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271" w:rsidRDefault="003C0271">
      <w:r>
        <w:separator/>
      </w:r>
    </w:p>
  </w:footnote>
  <w:footnote w:type="continuationSeparator" w:id="1">
    <w:p w:rsidR="003C0271" w:rsidRDefault="003C02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28B5"/>
    <w:rsid w:val="0039530C"/>
    <w:rsid w:val="003969FB"/>
    <w:rsid w:val="003A2A6B"/>
    <w:rsid w:val="003A439B"/>
    <w:rsid w:val="003B0AE5"/>
    <w:rsid w:val="003C0271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3058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76872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0B54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2053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17B4F"/>
    <w:rsid w:val="00B217E5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12D"/>
    <w:rsid w:val="00CF2DE8"/>
    <w:rsid w:val="00D048DA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5BC7"/>
    <w:rsid w:val="00DE714C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5BC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DE5BC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DE5BC7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DE5BC7"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Char"/>
    <w:qFormat/>
    <w:rsid w:val="00DE5BC7"/>
    <w:pPr>
      <w:jc w:val="left"/>
    </w:pPr>
  </w:style>
  <w:style w:type="paragraph" w:styleId="5">
    <w:name w:val="toc 5"/>
    <w:basedOn w:val="a"/>
    <w:next w:val="a"/>
    <w:rsid w:val="00DE5BC7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rsid w:val="00DE5BC7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rsid w:val="00DE5BC7"/>
    <w:pPr>
      <w:ind w:left="1260"/>
      <w:jc w:val="left"/>
    </w:pPr>
    <w:rPr>
      <w:rFonts w:ascii="等线" w:eastAsia="等线"/>
      <w:sz w:val="20"/>
      <w:szCs w:val="20"/>
    </w:rPr>
  </w:style>
  <w:style w:type="paragraph" w:styleId="a4">
    <w:name w:val="Date"/>
    <w:basedOn w:val="a"/>
    <w:next w:val="a"/>
    <w:rsid w:val="00DE5BC7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5">
    <w:name w:val="Balloon Text"/>
    <w:basedOn w:val="a"/>
    <w:link w:val="Char0"/>
    <w:qFormat/>
    <w:rsid w:val="00DE5BC7"/>
    <w:rPr>
      <w:sz w:val="18"/>
      <w:szCs w:val="18"/>
    </w:rPr>
  </w:style>
  <w:style w:type="paragraph" w:styleId="a6">
    <w:name w:val="footer"/>
    <w:basedOn w:val="a"/>
    <w:rsid w:val="00DE5BC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rsid w:val="00DE5BC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qFormat/>
    <w:rsid w:val="00DE5BC7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rsid w:val="00DE5BC7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rsid w:val="00DE5BC7"/>
    <w:pPr>
      <w:ind w:left="840"/>
      <w:jc w:val="left"/>
    </w:pPr>
    <w:rPr>
      <w:rFonts w:ascii="等线" w:eastAsia="等线"/>
      <w:sz w:val="20"/>
      <w:szCs w:val="20"/>
    </w:rPr>
  </w:style>
  <w:style w:type="paragraph" w:styleId="20">
    <w:name w:val="toc 2"/>
    <w:basedOn w:val="a"/>
    <w:next w:val="a"/>
    <w:uiPriority w:val="39"/>
    <w:qFormat/>
    <w:rsid w:val="00DE5BC7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rsid w:val="00DE5BC7"/>
    <w:pPr>
      <w:ind w:left="1470"/>
      <w:jc w:val="left"/>
    </w:pPr>
    <w:rPr>
      <w:rFonts w:ascii="等线" w:eastAsia="等线"/>
      <w:sz w:val="20"/>
      <w:szCs w:val="20"/>
    </w:rPr>
  </w:style>
  <w:style w:type="paragraph" w:styleId="a8">
    <w:name w:val="Normal (Web)"/>
    <w:basedOn w:val="a"/>
    <w:uiPriority w:val="99"/>
    <w:unhideWhenUsed/>
    <w:qFormat/>
    <w:rsid w:val="00DE5BC7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3"/>
    <w:next w:val="a3"/>
    <w:link w:val="Char1"/>
    <w:qFormat/>
    <w:rsid w:val="00DE5BC7"/>
    <w:rPr>
      <w:b/>
      <w:bCs/>
    </w:rPr>
  </w:style>
  <w:style w:type="table" w:styleId="aa">
    <w:name w:val="Table Grid"/>
    <w:basedOn w:val="a1"/>
    <w:qFormat/>
    <w:rsid w:val="00DE5B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qFormat/>
    <w:rsid w:val="00DE5BC7"/>
    <w:rPr>
      <w:color w:val="0000FF"/>
      <w:u w:val="single"/>
    </w:rPr>
  </w:style>
  <w:style w:type="character" w:styleId="ac">
    <w:name w:val="annotation reference"/>
    <w:qFormat/>
    <w:rsid w:val="00DE5BC7"/>
    <w:rPr>
      <w:sz w:val="21"/>
      <w:szCs w:val="21"/>
    </w:rPr>
  </w:style>
  <w:style w:type="character" w:customStyle="1" w:styleId="Char0">
    <w:name w:val="批注框文本 Char"/>
    <w:link w:val="a5"/>
    <w:qFormat/>
    <w:rsid w:val="00DE5BC7"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link w:val="1"/>
    <w:qFormat/>
    <w:rsid w:val="00DE5BC7"/>
    <w:rPr>
      <w:rFonts w:ascii="Calibri" w:hAnsi="Calibri"/>
      <w:b/>
      <w:bCs/>
      <w:kern w:val="44"/>
      <w:sz w:val="44"/>
      <w:szCs w:val="44"/>
    </w:rPr>
  </w:style>
  <w:style w:type="paragraph" w:customStyle="1" w:styleId="21">
    <w:name w:val="标题2"/>
    <w:basedOn w:val="2"/>
    <w:next w:val="a"/>
    <w:link w:val="22"/>
    <w:qFormat/>
    <w:rsid w:val="00DE5BC7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d">
    <w:name w:val="内容标题"/>
    <w:basedOn w:val="21"/>
    <w:next w:val="a"/>
    <w:link w:val="ae"/>
    <w:qFormat/>
    <w:rsid w:val="00DE5BC7"/>
    <w:rPr>
      <w:rFonts w:eastAsia="宋体"/>
    </w:rPr>
  </w:style>
  <w:style w:type="character" w:customStyle="1" w:styleId="2Char">
    <w:name w:val="标题 2 Char"/>
    <w:link w:val="2"/>
    <w:semiHidden/>
    <w:qFormat/>
    <w:rsid w:val="00DE5BC7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2">
    <w:name w:val="标题2 字符"/>
    <w:link w:val="21"/>
    <w:qFormat/>
    <w:rsid w:val="00DE5BC7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e">
    <w:name w:val="内容标题 字符"/>
    <w:basedOn w:val="22"/>
    <w:link w:val="ad"/>
    <w:qFormat/>
    <w:rsid w:val="00DE5BC7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Char">
    <w:name w:val="批注文字 Char"/>
    <w:link w:val="a3"/>
    <w:qFormat/>
    <w:rsid w:val="00DE5BC7"/>
    <w:rPr>
      <w:rFonts w:ascii="Calibri" w:hAnsi="Calibri"/>
      <w:kern w:val="2"/>
      <w:sz w:val="21"/>
      <w:szCs w:val="24"/>
    </w:rPr>
  </w:style>
  <w:style w:type="character" w:customStyle="1" w:styleId="Char1">
    <w:name w:val="批注主题 Char"/>
    <w:link w:val="a9"/>
    <w:qFormat/>
    <w:rsid w:val="00DE5BC7"/>
    <w:rPr>
      <w:rFonts w:ascii="Calibri" w:hAnsi="Calibri"/>
      <w:b/>
      <w:bCs/>
      <w:kern w:val="2"/>
      <w:sz w:val="21"/>
      <w:szCs w:val="24"/>
    </w:rPr>
  </w:style>
  <w:style w:type="paragraph" w:styleId="af">
    <w:name w:val="List Paragraph"/>
    <w:basedOn w:val="a"/>
    <w:link w:val="Char2"/>
    <w:uiPriority w:val="34"/>
    <w:qFormat/>
    <w:rsid w:val="00DE5BC7"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Char2">
    <w:name w:val="列出段落 Char"/>
    <w:basedOn w:val="a0"/>
    <w:link w:val="af"/>
    <w:uiPriority w:val="34"/>
    <w:qFormat/>
    <w:locked/>
    <w:rsid w:val="00DE5BC7"/>
    <w:rPr>
      <w:iCs/>
      <w:color w:val="000000" w:themeColor="text1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E82EC2B3-D586-4837-B5C6-E1405FC67B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3</cp:revision>
  <cp:lastPrinted>2022-04-14T05:54:00Z</cp:lastPrinted>
  <dcterms:created xsi:type="dcterms:W3CDTF">2022-12-25T04:31:00Z</dcterms:created>
  <dcterms:modified xsi:type="dcterms:W3CDTF">2022-12-25T04:42:00Z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DDB428B3F6A549DE95D0117D2B6699D7</vt:lpwstr>
  </property>
</Properties>
</file>